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r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7E117D">
            <w:pPr>
              <w:pStyle w:val="CUSTOMBoldColumnHeading"/>
            </w:pPr>
            <w:r>
              <w:t xml:space="preserve">Assessed by: </w:t>
            </w:r>
            <w:proofErr w:type="spellStart"/>
            <w:r w:rsidR="007E117D">
              <w:rPr>
                <w:b w:val="0"/>
              </w:rPr>
              <w:t>Apurba</w:t>
            </w:r>
            <w:proofErr w:type="spellEnd"/>
            <w:r w:rsidR="007E117D">
              <w:rPr>
                <w:b w:val="0"/>
              </w:rPr>
              <w:t xml:space="preserve"> </w:t>
            </w:r>
            <w:proofErr w:type="spellStart"/>
            <w:r w:rsidR="007E117D">
              <w:rPr>
                <w:b w:val="0"/>
              </w:rPr>
              <w:t>Dahal</w:t>
            </w:r>
            <w:proofErr w:type="spellEnd"/>
            <w:r w:rsidR="007E117D">
              <w:rPr>
                <w:b w:val="0"/>
              </w:rPr>
              <w:t xml:space="preserve"> (Trainee CVS); Reviewed by: Daniel Sims (CVS)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6654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r w:rsidR="00C76654">
              <w:t>Woodman, David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6654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r w:rsidR="00C76654">
              <w:t>902018753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6654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C76654">
              <w:t>24/05/2019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6654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C76654">
              <w:t>25/11/1971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6654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C76654">
              <w:t>4727013878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6654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C76654">
              <w:t>Outpatient</w:t>
            </w:r>
          </w:p>
        </w:tc>
      </w:tr>
      <w:tr w:rsidR="00A9651D" w:rsidTr="007E117D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C76654">
            <w:pPr>
              <w:pStyle w:val="CUSTOMHeaderText"/>
            </w:pPr>
            <w:r>
              <w:t xml:space="preserve">Referrer: </w:t>
            </w:r>
            <w:r w:rsidR="00C76654">
              <w:t>Mr Niall</w:t>
            </w: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C76654">
            <w:pPr>
              <w:pStyle w:val="CUSTOMHeaderText"/>
            </w:pPr>
            <w:r>
              <w:t xml:space="preserve">Hospital Site: </w:t>
            </w:r>
            <w:r w:rsidR="00C76654">
              <w:t>QE</w:t>
            </w:r>
          </w:p>
        </w:tc>
      </w:tr>
      <w:tr w:rsidR="00A9651D" w:rsidTr="007E117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C76654">
            <w:pPr>
              <w:pStyle w:val="CUSTOMHeaderText"/>
            </w:pPr>
            <w:r>
              <w:t xml:space="preserve">Clinical Indications: </w:t>
            </w:r>
            <w:r w:rsidR="00C76654">
              <w:t xml:space="preserve">Recurrent cellulitis of left lower leg with secondary </w:t>
            </w:r>
            <w:proofErr w:type="spellStart"/>
            <w:r w:rsidR="00C76654">
              <w:t>lymphoedema</w:t>
            </w:r>
            <w:proofErr w:type="spellEnd"/>
            <w:r w:rsidR="00C76654">
              <w:t>. ?Any VVS hiding under the swelling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C24FD1" w:rsidP="008A210D">
            <w:pPr>
              <w:pStyle w:val="CUSTOMBoldColumnHeading"/>
            </w:pPr>
            <w:r>
              <w:t>Left</w:t>
            </w:r>
            <w:r w:rsidR="008A210D">
              <w:t xml:space="preserve"> Lower Limb </w:t>
            </w:r>
            <w:r w:rsidR="009B724B">
              <w:t>Venous I</w:t>
            </w:r>
            <w:r w:rsidR="00A078E6">
              <w:t>nsufficiency scan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813362" w:rsidP="00DC01AB">
            <w:pPr>
              <w:pStyle w:val="CUSTOMNormal"/>
            </w:pPr>
          </w:p>
        </w:tc>
      </w:tr>
      <w:tr w:rsidR="009E0202" w:rsidTr="00C76654">
        <w:trPr>
          <w:trHeight w:hRule="exact" w:val="5908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661023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661023">
              <w:rPr>
                <w:sz w:val="21"/>
                <w:szCs w:val="21"/>
              </w:rPr>
              <w:lastRenderedPageBreak/>
              <w:t>Report:</w:t>
            </w:r>
          </w:p>
          <w:p w:rsidR="00C76654" w:rsidRDefault="00C76654" w:rsidP="00C7665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The </w:t>
            </w:r>
            <w:proofErr w:type="spellStart"/>
            <w:r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Saph</w:t>
            </w:r>
            <w:r w:rsidR="00221FD0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eno</w:t>
            </w:r>
            <w:proofErr w:type="spellEnd"/>
            <w:r w:rsidR="00221FD0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-Femoral Junction (SFJ) is </w:t>
            </w:r>
            <w:r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competent.</w:t>
            </w:r>
          </w:p>
          <w:p w:rsidR="00C76654" w:rsidRDefault="00C76654" w:rsidP="00C7665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</w:p>
          <w:p w:rsidR="00C76654" w:rsidRDefault="00C76654" w:rsidP="00C766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The </w:t>
            </w:r>
            <w:r w:rsidR="00221FD0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Great Saphenous Vein (GSV) is </w:t>
            </w:r>
            <w:r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competent throughout. </w:t>
            </w:r>
          </w:p>
          <w:p w:rsidR="006F3227" w:rsidRPr="006F3227" w:rsidRDefault="006F3227" w:rsidP="006F322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kern w:val="12"/>
                <w:sz w:val="24"/>
                <w:szCs w:val="24"/>
                <w:lang w:eastAsia="en-GB"/>
              </w:rPr>
            </w:pPr>
            <w:r w:rsidRPr="006F3227">
              <w:rPr>
                <w:rFonts w:ascii="Arial" w:hAnsi="Arial" w:cs="Arial"/>
                <w:bCs/>
                <w:kern w:val="12"/>
                <w:sz w:val="24"/>
                <w:szCs w:val="24"/>
                <w:lang w:eastAsia="en-GB"/>
              </w:rPr>
              <w:t>GSV diameter: Prox. thigh = 8.1mm, Mid. Thigh = 6.9mm, Knee= 5.5mm</w:t>
            </w:r>
            <w:r>
              <w:rPr>
                <w:rFonts w:ascii="Arial" w:hAnsi="Arial" w:cs="Arial"/>
                <w:bCs/>
                <w:kern w:val="12"/>
                <w:sz w:val="24"/>
                <w:szCs w:val="24"/>
                <w:lang w:eastAsia="en-GB"/>
              </w:rPr>
              <w:t>, Prox. Calf = 4.8mm, Dist. Calf = 5.3mm</w:t>
            </w:r>
            <w:bookmarkStart w:id="0" w:name="_GoBack"/>
            <w:bookmarkEnd w:id="0"/>
          </w:p>
          <w:p w:rsidR="00C76654" w:rsidRDefault="00C76654" w:rsidP="00C766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12"/>
                <w:sz w:val="24"/>
                <w:szCs w:val="24"/>
                <w:lang w:eastAsia="en-GB"/>
              </w:rPr>
            </w:pPr>
          </w:p>
          <w:p w:rsidR="00C76654" w:rsidRDefault="00C76654" w:rsidP="00C766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The </w:t>
            </w:r>
            <w:proofErr w:type="spellStart"/>
            <w:r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Sapheno</w:t>
            </w:r>
            <w:proofErr w:type="spellEnd"/>
            <w:r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-Popliteal Junction and Proximal to mid-calf Short Saphenous Vein (SSV) are competent. </w:t>
            </w:r>
            <w:r w:rsidRPr="00C76654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>The SSV is noted to be incompetent in the distal calf from approximately 6-8cm above ankle.</w:t>
            </w:r>
          </w:p>
          <w:p w:rsidR="006F3227" w:rsidRDefault="006F3227" w:rsidP="00C766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</w:pPr>
          </w:p>
          <w:p w:rsidR="006F3227" w:rsidRPr="006F3227" w:rsidRDefault="006F3227" w:rsidP="00C766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  <w:r w:rsidRPr="006F3227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SSV diameter: </w:t>
            </w:r>
            <w:r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Prox. Calf = 4.2mm, Mid. Calf = 3.9mm, Dist. Calf = 3.9mm</w:t>
            </w:r>
          </w:p>
          <w:p w:rsidR="00C76654" w:rsidRDefault="00C76654" w:rsidP="00C766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</w:p>
          <w:p w:rsidR="00C76654" w:rsidRDefault="00C76654" w:rsidP="00C766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All the deep veins are patent and competent. No incompetent perforators identified.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876A79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661023" w:rsidRDefault="009D4370" w:rsidP="009D4370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661023">
              <w:rPr>
                <w:sz w:val="21"/>
                <w:szCs w:val="21"/>
              </w:rPr>
              <w:t>Conclusion:</w:t>
            </w:r>
          </w:p>
          <w:p w:rsidR="009D4370" w:rsidRPr="00C76654" w:rsidRDefault="00C76654" w:rsidP="009D4370">
            <w:pPr>
              <w:pStyle w:val="CUSTOMColumnText"/>
              <w:rPr>
                <w:b/>
              </w:rPr>
            </w:pPr>
            <w:r w:rsidRPr="00C76654">
              <w:rPr>
                <w:b/>
                <w:sz w:val="21"/>
                <w:szCs w:val="21"/>
              </w:rPr>
              <w:t>Distal</w:t>
            </w:r>
            <w:r>
              <w:rPr>
                <w:b/>
                <w:sz w:val="21"/>
                <w:szCs w:val="21"/>
              </w:rPr>
              <w:t xml:space="preserve"> calf</w:t>
            </w:r>
            <w:r w:rsidRPr="00C76654">
              <w:rPr>
                <w:b/>
                <w:sz w:val="21"/>
                <w:szCs w:val="21"/>
              </w:rPr>
              <w:t xml:space="preserve"> SSV incompetence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661023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654" w:rsidRDefault="00C76654" w:rsidP="005748E3">
      <w:pPr>
        <w:spacing w:after="0" w:line="240" w:lineRule="auto"/>
      </w:pPr>
      <w:r>
        <w:separator/>
      </w:r>
    </w:p>
  </w:endnote>
  <w:endnote w:type="continuationSeparator" w:id="0">
    <w:p w:rsidR="00C76654" w:rsidRDefault="00C76654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654" w:rsidRDefault="00C76654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1726247</wp:posOffset>
              </wp:positionH>
              <wp:positionV relativeFrom="paragraph">
                <wp:posOffset>-1930400</wp:posOffset>
              </wp:positionV>
              <wp:extent cx="70315" cy="306019"/>
              <wp:effectExtent l="0" t="0" r="6350" b="0"/>
              <wp:wrapNone/>
              <wp:docPr id="27" name="Freeform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315" cy="306019"/>
                      </a:xfrm>
                      <a:custGeom>
                        <a:avLst/>
                        <a:gdLst>
                          <a:gd name="connsiteX0" fmla="*/ 212 w 70315"/>
                          <a:gd name="connsiteY0" fmla="*/ 5652 h 306019"/>
                          <a:gd name="connsiteX1" fmla="*/ 52599 w 70315"/>
                          <a:gd name="connsiteY1" fmla="*/ 34227 h 306019"/>
                          <a:gd name="connsiteX2" fmla="*/ 66887 w 70315"/>
                          <a:gd name="connsiteY2" fmla="*/ 191389 h 306019"/>
                          <a:gd name="connsiteX3" fmla="*/ 66887 w 70315"/>
                          <a:gd name="connsiteY3" fmla="*/ 291402 h 306019"/>
                          <a:gd name="connsiteX4" fmla="*/ 28787 w 70315"/>
                          <a:gd name="connsiteY4" fmla="*/ 286639 h 306019"/>
                          <a:gd name="connsiteX5" fmla="*/ 33549 w 70315"/>
                          <a:gd name="connsiteY5" fmla="*/ 115189 h 306019"/>
                          <a:gd name="connsiteX6" fmla="*/ 212 w 70315"/>
                          <a:gd name="connsiteY6" fmla="*/ 5652 h 30601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70315" h="306019">
                            <a:moveTo>
                              <a:pt x="212" y="5652"/>
                            </a:moveTo>
                            <a:cubicBezTo>
                              <a:pt x="3387" y="-7842"/>
                              <a:pt x="41487" y="3271"/>
                              <a:pt x="52599" y="34227"/>
                            </a:cubicBezTo>
                            <a:cubicBezTo>
                              <a:pt x="63711" y="65183"/>
                              <a:pt x="64506" y="148527"/>
                              <a:pt x="66887" y="191389"/>
                            </a:cubicBezTo>
                            <a:cubicBezTo>
                              <a:pt x="69268" y="234252"/>
                              <a:pt x="73237" y="275527"/>
                              <a:pt x="66887" y="291402"/>
                            </a:cubicBezTo>
                            <a:cubicBezTo>
                              <a:pt x="60537" y="307277"/>
                              <a:pt x="34343" y="316008"/>
                              <a:pt x="28787" y="286639"/>
                            </a:cubicBezTo>
                            <a:cubicBezTo>
                              <a:pt x="23231" y="257270"/>
                              <a:pt x="36724" y="158845"/>
                              <a:pt x="33549" y="115189"/>
                            </a:cubicBezTo>
                            <a:cubicBezTo>
                              <a:pt x="30374" y="71533"/>
                              <a:pt x="-2963" y="19146"/>
                              <a:pt x="212" y="5652"/>
                            </a:cubicBezTo>
                            <a:close/>
                          </a:path>
                        </a:pathLst>
                      </a:cu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 27" o:spid="_x0000_s1026" style="position:absolute;margin-left:135.9pt;margin-top:-152pt;width:5.55pt;height:24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315,306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" path="m212,5652c3387,-7842,41487,3271,52599,34227,63711,65183,64506,148527,66887,191389v2381,42863,6350,84138,,100013c60537,307277,34343,316008,28787,286639,23231,257270,36724,158845,33549,115189,30374,71533,-2963,19146,212,5652xe" fillcolor="red" stroked="f" strokeweight="1pt">
              <v:stroke joinstyle="miter"/>
              <v:path arrowok="t" o:connecttype="custom" o:connectlocs="212,5652;52599,34227;66887,191389;66887,291402;28787,286639;33549,115189;212,5652" o:connectangles="0,0,0,0,0,0,0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1" allowOverlap="1">
              <wp:simplePos x="0" y="0"/>
              <wp:positionH relativeFrom="page">
                <wp:posOffset>2135505</wp:posOffset>
              </wp:positionH>
              <wp:positionV relativeFrom="page">
                <wp:posOffset>9189085</wp:posOffset>
              </wp:positionV>
              <wp:extent cx="3600450" cy="239395"/>
              <wp:effectExtent l="11430" t="6985" r="0" b="1270"/>
              <wp:wrapNone/>
              <wp:docPr id="1" name="Grou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239395"/>
                        <a:chOff x="3870" y="14397"/>
                        <a:chExt cx="5670" cy="377"/>
                      </a:xfrm>
                    </wpg:grpSpPr>
                    <wpg:grpSp>
                      <wpg:cNvPr id="3" name="Group 62"/>
                      <wpg:cNvGrpSpPr>
                        <a:grpSpLocks/>
                      </wpg:cNvGrpSpPr>
                      <wpg:grpSpPr bwMode="auto">
                        <a:xfrm>
                          <a:off x="3870" y="14397"/>
                          <a:ext cx="1426" cy="377"/>
                          <a:chOff x="2620" y="14397"/>
                          <a:chExt cx="1426" cy="377"/>
                        </a:xfrm>
                      </wpg:grpSpPr>
                      <wps:wsp>
                        <wps:cNvPr id="4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620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113" y="14452"/>
                            <a:ext cx="933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54" w:rsidRDefault="00C76654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Reflux/</w:t>
                              </w:r>
                            </w:p>
                            <w:p w:rsidR="00C76654" w:rsidRPr="00B8442D" w:rsidRDefault="00C76654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Incompetence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6" name="Group 63"/>
                      <wpg:cNvGrpSpPr>
                        <a:grpSpLocks/>
                      </wpg:cNvGrpSpPr>
                      <wpg:grpSpPr bwMode="auto">
                        <a:xfrm>
                          <a:off x="5606" y="14397"/>
                          <a:ext cx="1229" cy="377"/>
                          <a:chOff x="4916" y="14397"/>
                          <a:chExt cx="1229" cy="377"/>
                        </a:xfrm>
                      </wpg:grpSpPr>
                      <wps:wsp>
                        <wps:cNvPr id="7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9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399" y="14452"/>
                            <a:ext cx="746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54" w:rsidRDefault="00C76654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Superficial</w:t>
                              </w:r>
                            </w:p>
                            <w:p w:rsidR="00C76654" w:rsidRPr="00B8442D" w:rsidRDefault="00C76654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9" name="Group 64"/>
                      <wpg:cNvGrpSpPr>
                        <a:grpSpLocks/>
                      </wpg:cNvGrpSpPr>
                      <wpg:grpSpPr bwMode="auto">
                        <a:xfrm>
                          <a:off x="7102" y="14397"/>
                          <a:ext cx="984" cy="377"/>
                          <a:chOff x="6682" y="14397"/>
                          <a:chExt cx="984" cy="377"/>
                        </a:xfrm>
                      </wpg:grpSpPr>
                      <wps:wsp>
                        <wps:cNvPr id="1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6682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165" y="14452"/>
                            <a:ext cx="50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54" w:rsidRDefault="00C76654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Deep</w:t>
                              </w:r>
                            </w:p>
                            <w:p w:rsidR="00C76654" w:rsidRPr="00B8442D" w:rsidRDefault="00C76654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2" name="Group 65"/>
                      <wpg:cNvGrpSpPr>
                        <a:grpSpLocks/>
                      </wpg:cNvGrpSpPr>
                      <wpg:grpSpPr bwMode="auto">
                        <a:xfrm>
                          <a:off x="8216" y="14397"/>
                          <a:ext cx="1324" cy="377"/>
                          <a:chOff x="8216" y="14397"/>
                          <a:chExt cx="1324" cy="377"/>
                        </a:xfrm>
                      </wpg:grpSpPr>
                      <wps:wsp>
                        <wps:cNvPr id="1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2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699" y="1445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6654" w:rsidRDefault="00C76654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Chronic</w:t>
                              </w:r>
                            </w:p>
                            <w:p w:rsidR="00C76654" w:rsidRPr="00B8442D" w:rsidRDefault="00C76654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DVT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6" o:spid="_x0000_s1031" style="position:absolute;margin-left:168.15pt;margin-top:723.55pt;width:283.5pt;height:18.85pt;z-index:-251657216;mso-position-horizontal-relative:page;mso-position-vertical-relative:page" coordorigin="3870,14397" coordsize="5670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">
              <v:group id="Group 62" o:spid="_x0000_s1032" style="position:absolute;left:3870;top:14397;width:1426;height:377" coordorigin="2620,14397" coordsize="1426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9" o:spid="_x0000_s1033" style="position:absolute;left:2620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19sQA&#10;AADaAAAADwAAAGRycy9kb3ducmV2LnhtbESPQWvCQBSE7wX/w/KEXkQ3Wmhtmo2IVOihF43B6yP7&#10;mk3Nvo3ZVdN/3y0IPQ4z8w2TrQbbiiv1vnGsYD5LQBBXTjdcKzgU2+kShA/IGlvHpOCHPKzy0UOG&#10;qXY33tF1H2oRIexTVGBC6FIpfWXIop+5jjh6X663GKLsa6l7vEW4beUiSZ6lxYbjgsGONoaq0/5i&#10;FayL48Lb9+Fsym05eS0+J8XL90Wpx/GwfgMRaAj/4Xv7Qyt4gr8r8Qb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8dfbEAAAA2gAAAA8AAAAAAAAAAAAAAAAAmAIAAGRycy9k&#10;b3ducmV2LnhtbFBLBQYAAAAABAAEAPUAAACJAwAAAAA=&#10;" fillcolor="red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34" type="#_x0000_t202" style="position:absolute;left:3113;top:14452;width:93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Reflux/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Incompetence</w:t>
                        </w:r>
                      </w:p>
                    </w:txbxContent>
                  </v:textbox>
                </v:shape>
              </v:group>
              <v:group id="Group 63" o:spid="_x0000_s1035" style="position:absolute;left:5606;top:14397;width:1229;height:377" coordorigin="4916,14397" coordsize="1229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50" o:spid="_x0000_s1036" style="position:absolute;left:49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8VsMA&#10;AADaAAAADwAAAGRycy9kb3ducmV2LnhtbESPT2vCQBTE7wW/w/KEXkrdaMGU1I2UYkFP8R/0+sg+&#10;k5Ds25BdY/Lt3YLgcZiZ3zCr9WAa0VPnKssK5rMIBHFudcWFgvPp9/0ThPPIGhvLpGAkB+t08rLC&#10;RNsbH6g/+kIECLsEFZTet4mULi/JoJvZljh4F9sZ9EF2hdQd3gLcNHIRRUtpsOKwUGJLPyXl9fFq&#10;FGQffVy/7bYbPeL87xQf5GJ/yZR6nQ7fXyA8Df4ZfrS3WkEM/1fCDZ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L8VsMAAADaAAAADwAAAAAAAAAAAAAAAACYAgAAZHJzL2Rv&#10;d25yZXYueG1sUEsFBgAAAAAEAAQA9QAAAIgDAAAAAA==&#10;" fillcolor="#ade0f9" strokeweight=".5pt"/>
                <v:shape id="Text Box 51" o:spid="_x0000_s1037" type="#_x0000_t202" style="position:absolute;left:5399;top:14452;width:746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Superficial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</w:p>
                    </w:txbxContent>
                  </v:textbox>
                </v:shape>
              </v:group>
              <v:group id="Group 64" o:spid="_x0000_s1038" style="position:absolute;left:7102;top:14397;width:984;height:377" coordorigin="6682,14397" coordsize="98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53" o:spid="_x0000_s1039" style="position:absolute;left:6682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JbJ8QA&#10;AADbAAAADwAAAGRycy9kb3ducmV2LnhtbESPQUsDMRCF70L/Q5iCN5vUQ5W1aRFLUQQR2x70NmzG&#10;ZOlmsiSxXf31zkHwNsN78943y/UYe3WiXLrEFuYzA4q4Ta5jb+Gw317dgioV2WGfmCx8U4H1anKx&#10;xMalM7/RaVe9khAuDVoItQ6N1qUNFLHM0kAs2mfKEaus2WuX8SzhsdfXxix0xI6lIeBAD4Ha4+4r&#10;WtiEvX/lx0X7Mb6/zP2zyebneGPt5XS8vwNVaaz/5r/rJyf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yWyfEAAAA2wAAAA8AAAAAAAAAAAAAAAAAmAIAAGRycy9k&#10;b3ducmV2LnhtbFBLBQYAAAAABAAEAPUAAACJAwAAAAA=&#10;" fillcolor="#679ad1" strokeweight=".5pt"/>
                <v:shape id="Text Box 54" o:spid="_x0000_s1040" type="#_x0000_t202" style="position:absolute;left:7165;top:14452;width:50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Deep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</w:p>
                    </w:txbxContent>
                  </v:textbox>
                </v:shape>
              </v:group>
              <v:group id="Group 65" o:spid="_x0000_s1041" style="position:absolute;left:8216;top:14397;width:1324;height:377" coordorigin="8216,1439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6" o:spid="_x0000_s1042" style="position:absolute;left:82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q3MIA&#10;AADbAAAADwAAAGRycy9kb3ducmV2LnhtbERPTWvCQBC9C/6HZYTedFMLomk2oQiB0pbaai+9Ddlp&#10;Es3Ohuwmxn/vFgRv83ifk2SjacRAnastK3hcRCCIC6trLhX8HPL5GoTzyBoby6TgQg6ydDpJMNb2&#10;zN807H0pQgi7GBVU3rexlK6oyKBb2JY4cH+2M+gD7EqpOzyHcNPIZRStpMGaQ0OFLW0rKk773ihw&#10;9hLlv7vPL9MfXWvluy7ePjZKPczGl2cQnkZ/F9/crzrMf4L/X8IBMr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urcwgAAANsAAAAPAAAAAAAAAAAAAAAAAJgCAABkcnMvZG93&#10;bnJldi54bWxQSwUGAAAAAAQABAD1AAAAhwMAAAAA&#10;" fillcolor="yellow" strokeweight=".5pt"/>
                <v:shape id="Text Box 57" o:spid="_x0000_s1043" type="#_x0000_t202" style="position:absolute;left:8699;top:1445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Chronic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DVT scarring</w:t>
                        </w:r>
                      </w:p>
                    </w:txbxContent>
                  </v:textbox>
                </v:shape>
              </v:group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654" w:rsidRDefault="00C76654" w:rsidP="005748E3">
      <w:pPr>
        <w:spacing w:after="0" w:line="240" w:lineRule="auto"/>
      </w:pPr>
      <w:r>
        <w:separator/>
      </w:r>
    </w:p>
  </w:footnote>
  <w:footnote w:type="continuationSeparator" w:id="0">
    <w:p w:rsidR="00C76654" w:rsidRDefault="00C76654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654" w:rsidRDefault="00C76654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8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4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8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654" w:rsidRDefault="00C76654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K1rwIAAKs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tDJK1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654" w:rsidRDefault="00C7665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2336" behindDoc="1" locked="1" layoutInCell="0" allowOverlap="1">
          <wp:simplePos x="0" y="0"/>
          <wp:positionH relativeFrom="page">
            <wp:posOffset>1310640</wp:posOffset>
          </wp:positionH>
          <wp:positionV relativeFrom="page">
            <wp:posOffset>3743325</wp:posOffset>
          </wp:positionV>
          <wp:extent cx="4823460" cy="5309235"/>
          <wp:effectExtent l="0" t="0" r="0" b="5715"/>
          <wp:wrapNone/>
          <wp:docPr id="90" name="Picture 90" descr="1D VEINS OF THE LEG LEFT MEDIAL RIGHT MEDIAL BILATERALAm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0" descr="1D VEINS OF THE LEG LEFT MEDIAL RIGHT MEDIAL BILATERALAmend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10" b="1263"/>
                  <a:stretch>
                    <a:fillRect/>
                  </a:stretch>
                </pic:blipFill>
                <pic:spPr bwMode="auto">
                  <a:xfrm>
                    <a:off x="0" y="0"/>
                    <a:ext cx="4823460" cy="5309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8" name="Group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19" name="Picture 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1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2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fVgXDAAAA2wAAAA8AAABkcnMvZG93bnJldi54bWxEj0+LwjAQxe/CfocwC3sRTfUg3WoUd3HB&#10;k+Af9jwmY1vaTEoTa/32RhC8zfDevN+bxaq3teio9aVjBZNxAoJYO1NyruB0/BulIHxANlg7JgV3&#10;8rBafgwWmBl34z11h5CLGMI+QwVFCE0mpdcFWfRj1xBH7eJaiyGubS5Ni7cYbms5TZKZtFhyJBTY&#10;0G9BujpcbYRc+JrWw+k5rU6bn91/qrddpZX6+uzXcxCB+vA2v663Jtb/hucvcQC5f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Z9WBcMAAADbAAAADwAAAAAAAAAAAAAAAACf&#10;AgAAZHJzL2Rvd25yZXYueG1sUEsFBgAAAAAEAAQA9wAAAI8DAAAAAA==&#10;">
                <v:imagedata r:id="rId4" o:title=""/>
              </v:shape>
              <v:shape id="Picture 83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nWmbAAAAA2wAAAA8AAABkcnMvZG93bnJldi54bWxET8uKwjAU3Qv+Q7jC7DRVRKRjLDOiMrgQ&#10;rc7+0tw+aHNTm6j1781iYJaH814lvWnEgzpXWVYwnUQgiDOrKy4UXC+78RKE88gaG8uk4EUOkvVw&#10;sMJY2yef6ZH6QoQQdjEqKL1vYyldVpJBN7EtceBy2xn0AXaF1B0+Q7hp5CyKFtJgxaGhxJY2JWV1&#10;ejcK8tsuP5zOHr/38zqd/26PJ1oelfoY9V+fIDz1/l/85/7RCmZhffgSfoBcv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2daZsAAAADbAAAADwAAAAAAAAAAAAAAAACfAgAA&#10;ZHJzL2Rvd25yZXYueG1sUEsFBgAAAAAEAAQA9wAAAIw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>
              <wp:simplePos x="0" y="0"/>
              <wp:positionH relativeFrom="page">
                <wp:posOffset>5009515</wp:posOffset>
              </wp:positionH>
              <wp:positionV relativeFrom="page">
                <wp:posOffset>3398520</wp:posOffset>
              </wp:positionV>
              <wp:extent cx="1296035" cy="224155"/>
              <wp:effectExtent l="8890" t="7620" r="28575" b="25400"/>
              <wp:wrapNone/>
              <wp:docPr id="17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03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C76654" w:rsidRPr="005D0996" w:rsidRDefault="00C76654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Left leg: 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28" type="#_x0000_t202" style="position:absolute;margin-left:394.45pt;margin-top:267.6pt;width:102.05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424E73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Left leg: Anterior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>
              <wp:simplePos x="0" y="0"/>
              <wp:positionH relativeFrom="page">
                <wp:posOffset>1226820</wp:posOffset>
              </wp:positionH>
              <wp:positionV relativeFrom="page">
                <wp:posOffset>3398520</wp:posOffset>
              </wp:positionV>
              <wp:extent cx="1354455" cy="224155"/>
              <wp:effectExtent l="7620" t="7620" r="28575" b="25400"/>
              <wp:wrapNone/>
              <wp:docPr id="16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445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C76654" w:rsidRPr="005D0996" w:rsidRDefault="00C76654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Left leg: Posterior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1" o:spid="_x0000_s1029" type="#_x0000_t202" style="position:absolute;margin-left:96.6pt;margin-top:267.6pt;width:106.65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424E73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Left leg: Posterior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654" w:rsidRDefault="00C76654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9ksQIAALE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DK72S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0D"/>
    <w:rsid w:val="00002C57"/>
    <w:rsid w:val="0002322E"/>
    <w:rsid w:val="00030ECC"/>
    <w:rsid w:val="00033B0B"/>
    <w:rsid w:val="00034083"/>
    <w:rsid w:val="0006170F"/>
    <w:rsid w:val="00075B57"/>
    <w:rsid w:val="000B1F8C"/>
    <w:rsid w:val="000C302A"/>
    <w:rsid w:val="000D03AD"/>
    <w:rsid w:val="000D12F2"/>
    <w:rsid w:val="000E0352"/>
    <w:rsid w:val="0014708E"/>
    <w:rsid w:val="00156E8E"/>
    <w:rsid w:val="00186F8F"/>
    <w:rsid w:val="00191142"/>
    <w:rsid w:val="001A7AF4"/>
    <w:rsid w:val="001C2A3A"/>
    <w:rsid w:val="001C3912"/>
    <w:rsid w:val="00201C2C"/>
    <w:rsid w:val="00210977"/>
    <w:rsid w:val="00221FD0"/>
    <w:rsid w:val="00226007"/>
    <w:rsid w:val="00255B9E"/>
    <w:rsid w:val="002739C8"/>
    <w:rsid w:val="002867C0"/>
    <w:rsid w:val="002932DD"/>
    <w:rsid w:val="002C6A41"/>
    <w:rsid w:val="002D4419"/>
    <w:rsid w:val="002D5019"/>
    <w:rsid w:val="002D613D"/>
    <w:rsid w:val="002D7122"/>
    <w:rsid w:val="002E04BC"/>
    <w:rsid w:val="003234AA"/>
    <w:rsid w:val="00324212"/>
    <w:rsid w:val="00352F64"/>
    <w:rsid w:val="0036072E"/>
    <w:rsid w:val="00382C7D"/>
    <w:rsid w:val="003909B4"/>
    <w:rsid w:val="00394CF1"/>
    <w:rsid w:val="003A6622"/>
    <w:rsid w:val="00411FD4"/>
    <w:rsid w:val="00424E73"/>
    <w:rsid w:val="004520A0"/>
    <w:rsid w:val="00477D62"/>
    <w:rsid w:val="004A0C3D"/>
    <w:rsid w:val="004A3BCC"/>
    <w:rsid w:val="004C122B"/>
    <w:rsid w:val="004E0025"/>
    <w:rsid w:val="004E040A"/>
    <w:rsid w:val="004E3E95"/>
    <w:rsid w:val="004E7819"/>
    <w:rsid w:val="004F4E3F"/>
    <w:rsid w:val="005060EC"/>
    <w:rsid w:val="00525F48"/>
    <w:rsid w:val="00543410"/>
    <w:rsid w:val="00543DEF"/>
    <w:rsid w:val="005534C2"/>
    <w:rsid w:val="005606F1"/>
    <w:rsid w:val="00563E6E"/>
    <w:rsid w:val="005748E3"/>
    <w:rsid w:val="00591601"/>
    <w:rsid w:val="005947E5"/>
    <w:rsid w:val="00596D0F"/>
    <w:rsid w:val="005C197D"/>
    <w:rsid w:val="005C2500"/>
    <w:rsid w:val="005C2E16"/>
    <w:rsid w:val="005D4909"/>
    <w:rsid w:val="005E594C"/>
    <w:rsid w:val="005E6673"/>
    <w:rsid w:val="00624106"/>
    <w:rsid w:val="00632733"/>
    <w:rsid w:val="00644C5F"/>
    <w:rsid w:val="00661023"/>
    <w:rsid w:val="00672D0F"/>
    <w:rsid w:val="0067732A"/>
    <w:rsid w:val="006B2888"/>
    <w:rsid w:val="006D3CE8"/>
    <w:rsid w:val="006D6A31"/>
    <w:rsid w:val="006F3227"/>
    <w:rsid w:val="00701D82"/>
    <w:rsid w:val="007102C1"/>
    <w:rsid w:val="007112FB"/>
    <w:rsid w:val="007E117D"/>
    <w:rsid w:val="00803E28"/>
    <w:rsid w:val="00804042"/>
    <w:rsid w:val="00811182"/>
    <w:rsid w:val="00813362"/>
    <w:rsid w:val="00854725"/>
    <w:rsid w:val="00876A79"/>
    <w:rsid w:val="00880184"/>
    <w:rsid w:val="00893153"/>
    <w:rsid w:val="008A210D"/>
    <w:rsid w:val="008B3BF4"/>
    <w:rsid w:val="008B3C2A"/>
    <w:rsid w:val="008C3FE9"/>
    <w:rsid w:val="008C4F7F"/>
    <w:rsid w:val="008D7BD9"/>
    <w:rsid w:val="008E77CD"/>
    <w:rsid w:val="008F4C67"/>
    <w:rsid w:val="00907CF4"/>
    <w:rsid w:val="00923531"/>
    <w:rsid w:val="00924EB0"/>
    <w:rsid w:val="009350DF"/>
    <w:rsid w:val="00942505"/>
    <w:rsid w:val="00943CA7"/>
    <w:rsid w:val="009466CD"/>
    <w:rsid w:val="00961297"/>
    <w:rsid w:val="009A0ECB"/>
    <w:rsid w:val="009A3EEC"/>
    <w:rsid w:val="009B6581"/>
    <w:rsid w:val="009B724B"/>
    <w:rsid w:val="009C12E1"/>
    <w:rsid w:val="009D4370"/>
    <w:rsid w:val="009D68B6"/>
    <w:rsid w:val="009E0202"/>
    <w:rsid w:val="009F19EF"/>
    <w:rsid w:val="009F70D4"/>
    <w:rsid w:val="00A04256"/>
    <w:rsid w:val="00A078E6"/>
    <w:rsid w:val="00A217E2"/>
    <w:rsid w:val="00A43026"/>
    <w:rsid w:val="00A46516"/>
    <w:rsid w:val="00A62728"/>
    <w:rsid w:val="00A90B05"/>
    <w:rsid w:val="00A90F95"/>
    <w:rsid w:val="00A9651D"/>
    <w:rsid w:val="00AA2AD4"/>
    <w:rsid w:val="00AA57D6"/>
    <w:rsid w:val="00AB09A7"/>
    <w:rsid w:val="00AB7058"/>
    <w:rsid w:val="00B03018"/>
    <w:rsid w:val="00B14AFB"/>
    <w:rsid w:val="00B35F22"/>
    <w:rsid w:val="00B415C1"/>
    <w:rsid w:val="00B734E8"/>
    <w:rsid w:val="00B73F68"/>
    <w:rsid w:val="00B87660"/>
    <w:rsid w:val="00BC5836"/>
    <w:rsid w:val="00C15B48"/>
    <w:rsid w:val="00C24FD1"/>
    <w:rsid w:val="00C36AA5"/>
    <w:rsid w:val="00C44E9D"/>
    <w:rsid w:val="00C64AE2"/>
    <w:rsid w:val="00C76654"/>
    <w:rsid w:val="00C943BB"/>
    <w:rsid w:val="00CB3119"/>
    <w:rsid w:val="00D065FF"/>
    <w:rsid w:val="00D35CC3"/>
    <w:rsid w:val="00D86277"/>
    <w:rsid w:val="00D94904"/>
    <w:rsid w:val="00DC01AB"/>
    <w:rsid w:val="00DC5770"/>
    <w:rsid w:val="00DD0B20"/>
    <w:rsid w:val="00DF1DE9"/>
    <w:rsid w:val="00E31D12"/>
    <w:rsid w:val="00E32912"/>
    <w:rsid w:val="00E32C8D"/>
    <w:rsid w:val="00E339E8"/>
    <w:rsid w:val="00E4100D"/>
    <w:rsid w:val="00E463E3"/>
    <w:rsid w:val="00E6169F"/>
    <w:rsid w:val="00E73447"/>
    <w:rsid w:val="00EA5C7C"/>
    <w:rsid w:val="00ED45C7"/>
    <w:rsid w:val="00F028B5"/>
    <w:rsid w:val="00F02F77"/>
    <w:rsid w:val="00F071E8"/>
    <w:rsid w:val="00F16C76"/>
    <w:rsid w:val="00F3457B"/>
    <w:rsid w:val="00F3756B"/>
    <w:rsid w:val="00F835DA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A177G78J\Left%20Lower%20Limb%20Venous%20Insufficiency%20scan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Left Lower Limb Venous Insufficiency scan _ Normal</Template>
  <TotalTime>7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Apurba Daha</cp:lastModifiedBy>
  <cp:revision>4</cp:revision>
  <cp:lastPrinted>2019-01-18T11:11:00Z</cp:lastPrinted>
  <dcterms:created xsi:type="dcterms:W3CDTF">2019-05-24T14:52:00Z</dcterms:created>
  <dcterms:modified xsi:type="dcterms:W3CDTF">2019-06-06T15:45:00Z</dcterms:modified>
</cp:coreProperties>
</file>